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4C" w:rsidRDefault="00EB544C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B544C" w:rsidRDefault="00EB544C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53 СЕССИЯ 3 СОЗЫВА</w:t>
      </w:r>
    </w:p>
    <w:p w:rsidR="00EB544C" w:rsidRDefault="00EB544C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B544C" w:rsidRPr="00524435" w:rsidRDefault="00EB544C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44C" w:rsidRDefault="00EB544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22 июня 2018 года                                                                                                           № 170</w:t>
      </w:r>
    </w:p>
    <w:p w:rsidR="00EB544C" w:rsidRPr="00524435" w:rsidRDefault="00EB544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EB544C" w:rsidRDefault="00EB544C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EB544C" w:rsidRDefault="00EB544C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EB544C" w:rsidRDefault="00EB544C" w:rsidP="00092677">
      <w:pPr>
        <w:jc w:val="center"/>
        <w:rPr>
          <w:rFonts w:ascii="Times New Roman" w:hAnsi="Times New Roman" w:cs="Times New Roman"/>
        </w:rPr>
      </w:pPr>
    </w:p>
    <w:p w:rsidR="00EB544C" w:rsidRDefault="00EB544C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B544C">
        <w:trPr>
          <w:trHeight w:val="1097"/>
        </w:trPr>
        <w:tc>
          <w:tcPr>
            <w:tcW w:w="9016" w:type="dxa"/>
          </w:tcPr>
          <w:p w:rsidR="00EB544C" w:rsidRDefault="00EB544C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“О бюджете Школьненского сельского поселения Белореченского района на 2018 год”</w:t>
            </w:r>
          </w:p>
          <w:p w:rsidR="00EB544C" w:rsidRDefault="00EB544C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B544C" w:rsidRDefault="00EB544C" w:rsidP="0009267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EB544C" w:rsidRDefault="00EB544C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EB544C" w:rsidRDefault="00EB544C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EB544C" w:rsidRDefault="00EB544C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23 607 300,00 рублей;</w:t>
      </w:r>
    </w:p>
    <w:p w:rsidR="00EB544C" w:rsidRDefault="00EB544C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23 772 300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B544C" w:rsidRDefault="00EB544C" w:rsidP="004B6F2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</w:t>
      </w:r>
      <w:r w:rsidRPr="00F006F8">
        <w:rPr>
          <w:rFonts w:ascii="Times New Roman" w:hAnsi="Times New Roman" w:cs="Times New Roman"/>
        </w:rPr>
        <w:t xml:space="preserve">На основании </w:t>
      </w:r>
      <w:r w:rsidRPr="005D7290">
        <w:rPr>
          <w:rFonts w:ascii="Times New Roman" w:hAnsi="Times New Roman" w:cs="Times New Roman"/>
        </w:rPr>
        <w:t xml:space="preserve">Законом Краснодарского края от </w:t>
      </w:r>
      <w:r>
        <w:rPr>
          <w:rFonts w:ascii="Times New Roman" w:hAnsi="Times New Roman" w:cs="Times New Roman"/>
        </w:rPr>
        <w:t>1 июня</w:t>
      </w:r>
      <w:r w:rsidRPr="005D72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5D7290">
        <w:rPr>
          <w:rFonts w:ascii="Times New Roman" w:hAnsi="Times New Roman" w:cs="Times New Roman"/>
        </w:rPr>
        <w:t xml:space="preserve"> года № 3</w:t>
      </w:r>
      <w:r>
        <w:rPr>
          <w:rFonts w:ascii="Times New Roman" w:hAnsi="Times New Roman" w:cs="Times New Roman"/>
        </w:rPr>
        <w:t>803</w:t>
      </w:r>
      <w:r w:rsidRPr="005D7290">
        <w:rPr>
          <w:rFonts w:ascii="Times New Roman" w:hAnsi="Times New Roman" w:cs="Times New Roman"/>
        </w:rPr>
        <w:t>-КЗ «</w:t>
      </w:r>
      <w:r>
        <w:rPr>
          <w:rFonts w:ascii="Times New Roman" w:hAnsi="Times New Roman" w:cs="Times New Roman"/>
        </w:rPr>
        <w:t xml:space="preserve">О субсидиях на дополнительную помощь местным бюджетам для решения социально значимых вопросов на 2018 год» </w:t>
      </w:r>
      <w:r w:rsidRPr="006530BF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величить</w:t>
      </w:r>
      <w:r w:rsidRPr="006530B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</w:t>
      </w:r>
      <w:r w:rsidRPr="006530BF">
        <w:rPr>
          <w:rFonts w:ascii="Times New Roman" w:hAnsi="Times New Roman" w:cs="Times New Roman"/>
          <w:color w:val="000000"/>
        </w:rPr>
        <w:t>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</w:rPr>
        <w:t xml:space="preserve"> код</w:t>
      </w:r>
      <w:r w:rsidRPr="00F006F8"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992 2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49999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10 0000 151</w:t>
      </w:r>
      <w:r>
        <w:rPr>
          <w:rFonts w:ascii="Times New Roman" w:hAnsi="Times New Roman" w:cs="Times New Roman"/>
        </w:rPr>
        <w:t xml:space="preserve">  в сумме 250 000,00 рублей </w:t>
      </w:r>
      <w:r w:rsidRPr="004B6F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направить </w:t>
      </w:r>
      <w:r w:rsidRPr="00F006F8">
        <w:rPr>
          <w:rFonts w:ascii="Times New Roman" w:hAnsi="Times New Roman" w:cs="Times New Roman"/>
        </w:rPr>
        <w:t>по коду раздела, подраздела</w:t>
      </w:r>
      <w:r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05 03 «Благоустройство»,  целевой статье  68</w:t>
      </w:r>
      <w:r>
        <w:rPr>
          <w:rFonts w:ascii="Times New Roman" w:hAnsi="Times New Roman" w:cs="Times New Roman"/>
          <w:color w:val="000000"/>
        </w:rPr>
        <w:t>000</w:t>
      </w:r>
      <w:r w:rsidRPr="006530BF">
        <w:rPr>
          <w:rFonts w:ascii="Times New Roman" w:hAnsi="Times New Roman" w:cs="Times New Roman"/>
          <w:color w:val="000000"/>
        </w:rPr>
        <w:t>60050</w:t>
      </w:r>
      <w:r>
        <w:rPr>
          <w:rFonts w:ascii="Times New Roman" w:hAnsi="Times New Roman" w:cs="Times New Roman"/>
          <w:color w:val="000000"/>
        </w:rPr>
        <w:t xml:space="preserve"> «</w:t>
      </w:r>
      <w:r w:rsidRPr="006530BF">
        <w:rPr>
          <w:rFonts w:ascii="Times New Roman" w:hAnsi="Times New Roman" w:cs="Times New Roman"/>
          <w:color w:val="000000"/>
        </w:rPr>
        <w:t>Решение социально-значимых вопросов</w:t>
      </w:r>
      <w:r>
        <w:rPr>
          <w:rFonts w:ascii="Times New Roman" w:hAnsi="Times New Roman" w:cs="Times New Roman"/>
          <w:color w:val="000000"/>
        </w:rPr>
        <w:t>»,</w:t>
      </w:r>
      <w:r w:rsidRPr="006530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200 на благоустройство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EB544C" w:rsidRDefault="00EB544C" w:rsidP="005537D5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 39 000,00 рублей        по коду доходов 992 2 07 05000 10 0000 180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«Прочие безвозмездные поступления в бюджеты поселений».</w:t>
      </w:r>
    </w:p>
    <w:p w:rsidR="00EB544C" w:rsidRDefault="00EB544C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39 000 рублей направить</w:t>
      </w:r>
      <w:r>
        <w:rPr>
          <w:color w:val="000000"/>
          <w:sz w:val="28"/>
          <w:szCs w:val="28"/>
        </w:rPr>
        <w:t xml:space="preserve"> 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05 02 «Коммунальное хозяйство», целевой статье 6550010390 «</w:t>
      </w:r>
      <w:r w:rsidRPr="005537D5">
        <w:rPr>
          <w:rFonts w:ascii="Times New Roman" w:hAnsi="Times New Roman" w:cs="Times New Roman"/>
          <w:sz w:val="28"/>
          <w:szCs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инфраструктуры»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 xml:space="preserve"> на оплату </w:t>
      </w:r>
      <w:r>
        <w:rPr>
          <w:rFonts w:ascii="Times New Roman" w:hAnsi="Times New Roman" w:cs="Times New Roman"/>
          <w:color w:val="000000"/>
          <w:sz w:val="28"/>
          <w:szCs w:val="28"/>
        </w:rPr>
        <w:t>ввода газопровода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544C" w:rsidRDefault="00EB544C" w:rsidP="00963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</w:t>
      </w:r>
      <w:r w:rsidRPr="00900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Передвинуть ассигнования в сумме 60 000,00 рублей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на вид расходов 800 на оплату налогов.</w:t>
      </w:r>
    </w:p>
    <w:p w:rsidR="00EB544C" w:rsidRPr="007A0F6C" w:rsidRDefault="00EB544C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2-6,8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1,2,3,4,5,6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EB544C" w:rsidRDefault="00EB544C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Настоящее решение подлежит опубликованию в установленном порядке.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Настоящее решение  вступает в силу со дня его опубликования.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Председатель Совета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Школьненского сельского поселения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Белореченского района                                        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В.Н.Лантратов                                   Н.В.Лавриненко   </w:t>
      </w: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544C" w:rsidRDefault="00EB54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EB544C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4C" w:rsidRDefault="00EB544C" w:rsidP="00B57B3B">
      <w:r>
        <w:separator/>
      </w:r>
    </w:p>
  </w:endnote>
  <w:endnote w:type="continuationSeparator" w:id="0">
    <w:p w:rsidR="00EB544C" w:rsidRDefault="00EB544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4C" w:rsidRDefault="00EB544C" w:rsidP="00B57B3B">
      <w:r>
        <w:separator/>
      </w:r>
    </w:p>
  </w:footnote>
  <w:footnote w:type="continuationSeparator" w:id="0">
    <w:p w:rsidR="00EB544C" w:rsidRDefault="00EB544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4C" w:rsidRPr="003139BC" w:rsidRDefault="00EB544C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B544C" w:rsidRDefault="00EB54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1AB7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19D5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87F55"/>
    <w:rsid w:val="002942FA"/>
    <w:rsid w:val="00294601"/>
    <w:rsid w:val="002A2556"/>
    <w:rsid w:val="002A2BBD"/>
    <w:rsid w:val="002A3252"/>
    <w:rsid w:val="002A7404"/>
    <w:rsid w:val="002B07E9"/>
    <w:rsid w:val="002B1AF6"/>
    <w:rsid w:val="002B2BCB"/>
    <w:rsid w:val="002C04CD"/>
    <w:rsid w:val="002C1A75"/>
    <w:rsid w:val="002C2875"/>
    <w:rsid w:val="002C3522"/>
    <w:rsid w:val="002C5126"/>
    <w:rsid w:val="002C7306"/>
    <w:rsid w:val="002D18E0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44ED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885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2D78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17E"/>
    <w:rsid w:val="00942409"/>
    <w:rsid w:val="00942C02"/>
    <w:rsid w:val="00945017"/>
    <w:rsid w:val="009453B5"/>
    <w:rsid w:val="009466D8"/>
    <w:rsid w:val="00946DF8"/>
    <w:rsid w:val="00952021"/>
    <w:rsid w:val="00956C78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927CD"/>
    <w:rsid w:val="00A969F6"/>
    <w:rsid w:val="00AA0D58"/>
    <w:rsid w:val="00AA5BE7"/>
    <w:rsid w:val="00AB5EB6"/>
    <w:rsid w:val="00AC1128"/>
    <w:rsid w:val="00AD1D8E"/>
    <w:rsid w:val="00AD5AD8"/>
    <w:rsid w:val="00AD6BE9"/>
    <w:rsid w:val="00AE08C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B544C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212E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6758C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9409D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1">
    <w:name w:val="Знак Знак Знак"/>
    <w:basedOn w:val="Normal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2"/>
    <w:basedOn w:val="Normal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98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554</TotalTime>
  <Pages>2</Pages>
  <Words>682</Words>
  <Characters>3892</Characters>
  <Application>Microsoft Office Outlook</Application>
  <DocSecurity>0</DocSecurity>
  <Lines>0</Lines>
  <Paragraphs>0</Paragraphs>
  <ScaleCrop>false</ScaleCrop>
  <Company>33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50</cp:revision>
  <cp:lastPrinted>2018-06-21T06:06:00Z</cp:lastPrinted>
  <dcterms:created xsi:type="dcterms:W3CDTF">2017-12-13T16:31:00Z</dcterms:created>
  <dcterms:modified xsi:type="dcterms:W3CDTF">2018-06-25T07:42:00Z</dcterms:modified>
</cp:coreProperties>
</file>